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6D1F81AF" w:rsidR="002E612D" w:rsidRPr="00127DB9" w:rsidRDefault="00AA39D6" w:rsidP="00752801">
      <w:pPr>
        <w:spacing w:after="240"/>
        <w:jc w:val="center"/>
        <w:rPr>
          <w:b/>
          <w:bCs/>
          <w:sz w:val="22"/>
          <w:szCs w:val="22"/>
        </w:rPr>
      </w:pPr>
      <w:r w:rsidRPr="00127DB9">
        <w:rPr>
          <w:b/>
          <w:bCs/>
          <w:sz w:val="22"/>
          <w:szCs w:val="22"/>
        </w:rPr>
        <w:t>”</w:t>
      </w:r>
      <w:r w:rsidR="00752801" w:rsidRPr="00752801">
        <w:rPr>
          <w:b/>
          <w:bCs/>
          <w:sz w:val="22"/>
          <w:szCs w:val="22"/>
        </w:rPr>
        <w:t>Opracowanie kompletnej dokumentacji projektowej dot. remontu i modernizacji infrastruktury wodno - ściekowej w gminie Brześć Kujawski</w:t>
      </w:r>
      <w:r w:rsidR="00A43F98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2A4AB58D" w14:textId="77777777" w:rsidR="00A43F98" w:rsidRDefault="00A43F98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E6625ED" w14:textId="23F4CA05" w:rsidR="00A43F98" w:rsidRDefault="00A43F98" w:rsidP="00752801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6196249B" w14:textId="77777777" w:rsidR="00A43F98" w:rsidRPr="00752801" w:rsidRDefault="00A43F98" w:rsidP="00752801">
      <w:pPr>
        <w:spacing w:after="120" w:line="276" w:lineRule="auto"/>
        <w:jc w:val="both"/>
        <w:rPr>
          <w:sz w:val="22"/>
        </w:rPr>
      </w:pPr>
    </w:p>
    <w:p w14:paraId="3D9AD5C1" w14:textId="04DEBA37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483658D8" w:rsidR="00C039FD" w:rsidRPr="00A43F98" w:rsidRDefault="00752801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Część </w:t>
            </w:r>
            <w:r w:rsidR="00A43F98" w:rsidRPr="00A43F98">
              <w:rPr>
                <w:b/>
                <w:sz w:val="22"/>
                <w:szCs w:val="22"/>
              </w:rPr>
              <w:t>1.</w:t>
            </w:r>
            <w:r>
              <w:t xml:space="preserve"> </w:t>
            </w:r>
            <w:r w:rsidRPr="00752801">
              <w:rPr>
                <w:b/>
                <w:sz w:val="22"/>
                <w:szCs w:val="22"/>
              </w:rPr>
              <w:t>Budowa stacji uzdatniania wody na osiedlu Falborek i modernizacja SUW Pikutkowo.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752801" w:rsidRPr="007F3E87" w14:paraId="6A12A98B" w14:textId="77777777" w:rsidTr="00C039FD">
        <w:tc>
          <w:tcPr>
            <w:tcW w:w="8675" w:type="dxa"/>
            <w:shd w:val="clear" w:color="auto" w:fill="auto"/>
          </w:tcPr>
          <w:p w14:paraId="7F93870C" w14:textId="1D425632" w:rsidR="00752801" w:rsidRPr="00A43F98" w:rsidRDefault="00752801" w:rsidP="00752801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Część 2</w:t>
            </w:r>
            <w:r w:rsidRPr="00A43F9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52801">
              <w:rPr>
                <w:b/>
                <w:sz w:val="22"/>
                <w:szCs w:val="22"/>
              </w:rPr>
              <w:t>Modernizacja i przebudowa oczyszczalni ścieków.</w:t>
            </w:r>
          </w:p>
          <w:p w14:paraId="59B0CEA5" w14:textId="77777777" w:rsidR="00752801" w:rsidRPr="007F3E87" w:rsidRDefault="00752801" w:rsidP="0075280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6EF4705F" w14:textId="77777777" w:rsidR="00752801" w:rsidRPr="007F3E87" w:rsidRDefault="00752801" w:rsidP="0075280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3287E3F3" w14:textId="77777777" w:rsidR="00752801" w:rsidRPr="007F3E87" w:rsidRDefault="00752801" w:rsidP="00752801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34F08D4" w14:textId="2240A96F" w:rsidR="00752801" w:rsidRPr="00A43F98" w:rsidRDefault="00752801" w:rsidP="00752801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752801" w:rsidRPr="007F3E87" w14:paraId="6C4505C1" w14:textId="77777777" w:rsidTr="00C039FD">
        <w:tc>
          <w:tcPr>
            <w:tcW w:w="8675" w:type="dxa"/>
            <w:shd w:val="clear" w:color="auto" w:fill="auto"/>
          </w:tcPr>
          <w:p w14:paraId="5C03E2B5" w14:textId="47BE54EE" w:rsidR="00752801" w:rsidRPr="00A43F98" w:rsidRDefault="00752801" w:rsidP="00752801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Część 3</w:t>
            </w:r>
            <w:r w:rsidRPr="00A43F9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52801">
              <w:rPr>
                <w:b/>
                <w:sz w:val="22"/>
                <w:szCs w:val="22"/>
              </w:rPr>
              <w:t xml:space="preserve">Przebudowa sieci wodociągowej oraz budowa nowych sieci wodociągowych </w:t>
            </w:r>
            <w:r w:rsidR="00666083">
              <w:rPr>
                <w:b/>
                <w:sz w:val="22"/>
                <w:szCs w:val="22"/>
              </w:rPr>
              <w:br/>
            </w:r>
            <w:r w:rsidRPr="00752801">
              <w:rPr>
                <w:b/>
                <w:sz w:val="22"/>
                <w:szCs w:val="22"/>
              </w:rPr>
              <w:t>i kanalizacyjnych.</w:t>
            </w:r>
          </w:p>
          <w:p w14:paraId="1C1D2055" w14:textId="77777777" w:rsidR="00752801" w:rsidRPr="007F3E87" w:rsidRDefault="00752801" w:rsidP="0075280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46E29E8" w14:textId="77777777" w:rsidR="00752801" w:rsidRPr="007F3E87" w:rsidRDefault="00752801" w:rsidP="0075280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314A78A2" w14:textId="77777777" w:rsidR="00752801" w:rsidRPr="007F3E87" w:rsidRDefault="00752801" w:rsidP="00752801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15795F2D" w14:textId="1102A00B" w:rsidR="00752801" w:rsidRPr="00A43F98" w:rsidRDefault="00752801" w:rsidP="00752801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43F98" w:rsidRPr="007F3E87" w14:paraId="6C1CDAB2" w14:textId="77777777" w:rsidTr="00C039FD">
        <w:tc>
          <w:tcPr>
            <w:tcW w:w="8675" w:type="dxa"/>
            <w:shd w:val="clear" w:color="auto" w:fill="auto"/>
          </w:tcPr>
          <w:p w14:paraId="621BA3A7" w14:textId="0EADBD56" w:rsidR="00A43F98" w:rsidRPr="00A43F98" w:rsidRDefault="00752801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Część 4</w:t>
            </w:r>
            <w:r w:rsidR="00A43F98" w:rsidRPr="00A43F98">
              <w:rPr>
                <w:b/>
                <w:sz w:val="22"/>
                <w:szCs w:val="22"/>
              </w:rPr>
              <w:t>.</w:t>
            </w:r>
            <w:r w:rsidR="00A43F98">
              <w:rPr>
                <w:b/>
                <w:sz w:val="22"/>
                <w:szCs w:val="22"/>
              </w:rPr>
              <w:t xml:space="preserve"> </w:t>
            </w:r>
            <w:r w:rsidRPr="00752801">
              <w:rPr>
                <w:b/>
                <w:sz w:val="22"/>
                <w:szCs w:val="22"/>
              </w:rPr>
              <w:t>Modernizacja i budowa przepompowni ścieków.</w:t>
            </w:r>
          </w:p>
          <w:p w14:paraId="596216AE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30D0953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62B6F26" w14:textId="77777777" w:rsidR="00A43F98" w:rsidRPr="007F3E87" w:rsidRDefault="00A43F98" w:rsidP="00A43F98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7867400" w14:textId="0B53CEEA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Pr="00752801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0E793E35" w14:textId="77777777" w:rsidR="00752801" w:rsidRDefault="00752801" w:rsidP="00752801">
      <w:pPr>
        <w:pStyle w:val="Akapitzlist"/>
        <w:spacing w:before="120" w:after="120" w:line="276" w:lineRule="auto"/>
        <w:ind w:left="641"/>
        <w:jc w:val="both"/>
      </w:pP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C5F47" w14:textId="77777777" w:rsidR="00CA07C2" w:rsidRDefault="00CA07C2" w:rsidP="00FF57EE">
      <w:r>
        <w:separator/>
      </w:r>
    </w:p>
  </w:endnote>
  <w:endnote w:type="continuationSeparator" w:id="0">
    <w:p w14:paraId="63DBE5E7" w14:textId="77777777" w:rsidR="00CA07C2" w:rsidRDefault="00CA07C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A3D53" w14:textId="77777777" w:rsidR="00CA07C2" w:rsidRDefault="00CA07C2" w:rsidP="00FF57EE">
      <w:r>
        <w:separator/>
      </w:r>
    </w:p>
  </w:footnote>
  <w:footnote w:type="continuationSeparator" w:id="0">
    <w:p w14:paraId="5BE6AA52" w14:textId="77777777" w:rsidR="00CA07C2" w:rsidRDefault="00CA07C2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2A43716E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A43F98">
      <w:rPr>
        <w:sz w:val="20"/>
        <w:szCs w:val="20"/>
      </w:rPr>
      <w:t>1</w:t>
    </w:r>
    <w:r w:rsidR="00752801">
      <w:rPr>
        <w:sz w:val="20"/>
        <w:szCs w:val="20"/>
      </w:rPr>
      <w:t>2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53A0A"/>
    <w:rsid w:val="00075478"/>
    <w:rsid w:val="00081A16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E612D"/>
    <w:rsid w:val="003317EC"/>
    <w:rsid w:val="003367B9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564F9"/>
    <w:rsid w:val="005844F6"/>
    <w:rsid w:val="005F6F5F"/>
    <w:rsid w:val="00606EEE"/>
    <w:rsid w:val="00666083"/>
    <w:rsid w:val="006B63D6"/>
    <w:rsid w:val="006C250A"/>
    <w:rsid w:val="006C641D"/>
    <w:rsid w:val="006D09E0"/>
    <w:rsid w:val="00722959"/>
    <w:rsid w:val="00736CA8"/>
    <w:rsid w:val="00752801"/>
    <w:rsid w:val="00756EDB"/>
    <w:rsid w:val="00783E4A"/>
    <w:rsid w:val="007D475B"/>
    <w:rsid w:val="007E331F"/>
    <w:rsid w:val="007F3E87"/>
    <w:rsid w:val="00826C28"/>
    <w:rsid w:val="00830EC7"/>
    <w:rsid w:val="00874460"/>
    <w:rsid w:val="00883EF9"/>
    <w:rsid w:val="0091080E"/>
    <w:rsid w:val="009312B4"/>
    <w:rsid w:val="0097776D"/>
    <w:rsid w:val="00983D1D"/>
    <w:rsid w:val="009D75A8"/>
    <w:rsid w:val="00A15974"/>
    <w:rsid w:val="00A23973"/>
    <w:rsid w:val="00A43F98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6707D"/>
    <w:rsid w:val="00C749A9"/>
    <w:rsid w:val="00C90009"/>
    <w:rsid w:val="00CA07C2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EF222E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80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61</TotalTime>
  <Pages>3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24</cp:revision>
  <dcterms:created xsi:type="dcterms:W3CDTF">2023-06-02T07:52:00Z</dcterms:created>
  <dcterms:modified xsi:type="dcterms:W3CDTF">2025-04-23T11:31:00Z</dcterms:modified>
</cp:coreProperties>
</file>