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4B8ED" w14:textId="77777777" w:rsidR="007E331F" w:rsidRPr="00525EFF" w:rsidRDefault="007E331F" w:rsidP="00F31EA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484A7D">
        <w:rPr>
          <w:rFonts w:ascii="Times New Roman" w:hAnsi="Times New Roman"/>
          <w:sz w:val="22"/>
          <w:szCs w:val="22"/>
        </w:rPr>
        <w:t>1</w:t>
      </w:r>
      <w:r w:rsidRPr="00525EFF">
        <w:rPr>
          <w:rFonts w:ascii="Times New Roman" w:hAnsi="Times New Roman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p w14:paraId="78971D95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160BA7EC" w14:textId="77777777" w:rsidTr="005844F6">
        <w:tc>
          <w:tcPr>
            <w:tcW w:w="9104" w:type="dxa"/>
            <w:shd w:val="clear" w:color="auto" w:fill="F2F2F2"/>
          </w:tcPr>
          <w:p w14:paraId="5856D3E4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5835D742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248FE69B" w14:textId="77777777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</w:t>
      </w:r>
      <w:r w:rsidR="00783E4A">
        <w:rPr>
          <w:sz w:val="22"/>
          <w:szCs w:val="22"/>
        </w:rPr>
        <w:t xml:space="preserve">       </w:t>
      </w:r>
      <w:r w:rsidR="0091080E">
        <w:rPr>
          <w:sz w:val="22"/>
          <w:szCs w:val="22"/>
        </w:rPr>
        <w:t xml:space="preserve">       </w:t>
      </w:r>
      <w:r w:rsidRPr="00525EFF">
        <w:rPr>
          <w:sz w:val="22"/>
          <w:szCs w:val="22"/>
        </w:rPr>
        <w:t xml:space="preserve">w trybie </w:t>
      </w:r>
      <w:r w:rsidR="00C90009" w:rsidRPr="00C90009">
        <w:rPr>
          <w:sz w:val="22"/>
          <w:szCs w:val="22"/>
        </w:rPr>
        <w:t xml:space="preserve">Tryb podstawowy bez negocjacji - art. 275 pkt. 1 ustawy </w:t>
      </w:r>
      <w:proofErr w:type="spellStart"/>
      <w:r w:rsidR="00C90009" w:rsidRPr="00C90009">
        <w:rPr>
          <w:sz w:val="22"/>
          <w:szCs w:val="22"/>
        </w:rPr>
        <w:t>Pzp</w:t>
      </w:r>
      <w:proofErr w:type="spellEnd"/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0CF703F5" w14:textId="77777777" w:rsidR="00A43F98" w:rsidRPr="00A43F98" w:rsidRDefault="00AA39D6" w:rsidP="00A43F98">
      <w:pPr>
        <w:spacing w:after="240"/>
        <w:jc w:val="center"/>
        <w:rPr>
          <w:b/>
          <w:bCs/>
        </w:rPr>
      </w:pPr>
      <w:r w:rsidRPr="00127DB9">
        <w:rPr>
          <w:b/>
          <w:bCs/>
          <w:sz w:val="22"/>
          <w:szCs w:val="22"/>
        </w:rPr>
        <w:t>”</w:t>
      </w:r>
      <w:r w:rsidR="00127DB9" w:rsidRPr="00127DB9">
        <w:rPr>
          <w:b/>
          <w:bCs/>
        </w:rPr>
        <w:t xml:space="preserve"> </w:t>
      </w:r>
      <w:r w:rsidR="00A43F98" w:rsidRPr="00A43F98">
        <w:rPr>
          <w:b/>
          <w:bCs/>
        </w:rPr>
        <w:t xml:space="preserve">Opracowanie kompletnej dokumentacji projektowo-kosztorysowej </w:t>
      </w:r>
    </w:p>
    <w:p w14:paraId="3F8E83CD" w14:textId="4B040BA6" w:rsidR="002E612D" w:rsidRPr="00127DB9" w:rsidRDefault="00A43F98" w:rsidP="00A43F98">
      <w:pPr>
        <w:spacing w:after="240"/>
        <w:jc w:val="center"/>
        <w:rPr>
          <w:b/>
          <w:bCs/>
          <w:sz w:val="22"/>
          <w:szCs w:val="22"/>
        </w:rPr>
      </w:pPr>
      <w:r w:rsidRPr="00A43F98">
        <w:rPr>
          <w:b/>
          <w:bCs/>
        </w:rPr>
        <w:t>na budowę i przebudowę dróg w gminie Brześć Kujawski</w:t>
      </w:r>
      <w:r>
        <w:rPr>
          <w:b/>
          <w:bCs/>
          <w:sz w:val="22"/>
          <w:szCs w:val="22"/>
        </w:rPr>
        <w:t>”</w:t>
      </w:r>
      <w:r w:rsidR="00C039FD" w:rsidRPr="00127DB9">
        <w:rPr>
          <w:b/>
          <w:bCs/>
        </w:rPr>
        <w:t xml:space="preserve"> </w:t>
      </w:r>
    </w:p>
    <w:p w14:paraId="2A4AB58D" w14:textId="77777777" w:rsidR="00A43F98" w:rsidRDefault="00A43F98" w:rsidP="003B769C">
      <w:pPr>
        <w:spacing w:after="120" w:line="276" w:lineRule="auto"/>
        <w:jc w:val="both"/>
        <w:rPr>
          <w:sz w:val="22"/>
          <w:szCs w:val="22"/>
        </w:rPr>
      </w:pPr>
    </w:p>
    <w:p w14:paraId="596331DA" w14:textId="58074764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4D7C64FE" w14:textId="77777777" w:rsidR="00AA39D6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7BDF042B" w14:textId="48BA1183" w:rsidR="00A43F98" w:rsidRPr="00525EFF" w:rsidRDefault="00A43F98" w:rsidP="003B769C">
      <w:pPr>
        <w:spacing w:after="120" w:line="276" w:lineRule="auto"/>
        <w:jc w:val="both"/>
        <w:rPr>
          <w:sz w:val="22"/>
          <w:szCs w:val="22"/>
        </w:rPr>
      </w:pPr>
      <w:r w:rsidRPr="00A43F98">
        <w:rPr>
          <w:sz w:val="22"/>
          <w:szCs w:val="22"/>
        </w:rPr>
        <w:t>__________________________________________________________________________________</w:t>
      </w:r>
    </w:p>
    <w:p w14:paraId="6E6625ED" w14:textId="77777777" w:rsidR="00A43F98" w:rsidRDefault="00A43F98" w:rsidP="00AE2ACB">
      <w:pPr>
        <w:spacing w:before="120" w:after="120" w:line="276" w:lineRule="auto"/>
        <w:jc w:val="both"/>
        <w:rPr>
          <w:sz w:val="22"/>
          <w:szCs w:val="22"/>
        </w:rPr>
      </w:pPr>
    </w:p>
    <w:p w14:paraId="383B3439" w14:textId="253E9EFD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524F4147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6153"/>
      </w:tblGrid>
      <w:tr w:rsidR="00AE2ACB" w:rsidRPr="007677F8" w14:paraId="7DE0A2AA" w14:textId="77777777" w:rsidTr="00DC336F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14:paraId="45882113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</w:tcPr>
          <w:p w14:paraId="1269BF68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E67CEAD" w14:textId="77777777" w:rsidTr="00DC336F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14:paraId="2DCD4234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</w:tcPr>
          <w:p w14:paraId="367194D7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1BE515A9" w14:textId="77777777" w:rsidTr="00DC336F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14:paraId="2F70A322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0F2F127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DA8BDE5" w14:textId="77777777" w:rsidTr="00DC336F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14:paraId="3E7CBC7A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5257641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079E199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4D89E2B7" w14:textId="77777777" w:rsidR="00AE2ACB" w:rsidRPr="007677F8" w:rsidRDefault="00D5631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Rodzaj wykonawcy</w:t>
            </w:r>
          </w:p>
        </w:tc>
        <w:tc>
          <w:tcPr>
            <w:tcW w:w="6237" w:type="dxa"/>
            <w:shd w:val="clear" w:color="auto" w:fill="auto"/>
          </w:tcPr>
          <w:p w14:paraId="3DCB6F4E" w14:textId="77777777" w:rsidR="00AE2ACB" w:rsidRPr="007677F8" w:rsidRDefault="00D5631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  <w:r>
              <w:t>Mikroprzedsiębiorstwo</w:t>
            </w:r>
            <w:r w:rsidR="00AE2ACB" w:rsidRPr="007677F8">
              <w:t xml:space="preserve"> / </w:t>
            </w:r>
            <w:r>
              <w:t>Małe przedsiębiorstwo / Średnie przedsiębiorstwo / Jednoosobowa działalność gospodarcza / Osoba fizyczna nieprowadząca działalności gospodarczej / Inny rodzaj</w:t>
            </w:r>
            <w:r w:rsidR="00AE2ACB" w:rsidRPr="007677F8">
              <w:t xml:space="preserve"> *</w:t>
            </w:r>
          </w:p>
        </w:tc>
      </w:tr>
      <w:tr w:rsidR="00E9614A" w:rsidRPr="007677F8" w14:paraId="6CF5E9FF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786D3526" w14:textId="7E7CBD39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Nr rachunku bankowego</w:t>
            </w:r>
          </w:p>
        </w:tc>
        <w:tc>
          <w:tcPr>
            <w:tcW w:w="6237" w:type="dxa"/>
            <w:shd w:val="clear" w:color="auto" w:fill="auto"/>
          </w:tcPr>
          <w:p w14:paraId="109CDDCE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  <w:tr w:rsidR="00E9614A" w:rsidRPr="007677F8" w14:paraId="2B6C0F7A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7B612374" w14:textId="3382D811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Nazwa banku</w:t>
            </w:r>
          </w:p>
        </w:tc>
        <w:tc>
          <w:tcPr>
            <w:tcW w:w="6237" w:type="dxa"/>
            <w:shd w:val="clear" w:color="auto" w:fill="auto"/>
          </w:tcPr>
          <w:p w14:paraId="589A1D8A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</w:tbl>
    <w:p w14:paraId="1ED07164" w14:textId="77777777" w:rsidR="003B769C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65ABED9D" w14:textId="77777777" w:rsidR="00127DB9" w:rsidRPr="00AF4AC3" w:rsidRDefault="00127DB9" w:rsidP="00AA39D6">
      <w:pPr>
        <w:spacing w:line="276" w:lineRule="auto"/>
        <w:jc w:val="both"/>
        <w:rPr>
          <w:sz w:val="16"/>
          <w:szCs w:val="16"/>
        </w:rPr>
      </w:pPr>
    </w:p>
    <w:p w14:paraId="6F9A924A" w14:textId="77777777" w:rsidR="00A43F98" w:rsidRDefault="00A43F98" w:rsidP="00A43F98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30F40B17" w14:textId="77777777" w:rsidR="00A43F98" w:rsidRDefault="00A43F98" w:rsidP="00A43F98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29E44748" w14:textId="77777777" w:rsidR="00A43F98" w:rsidRDefault="00A43F98" w:rsidP="00A43F98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568E8D41" w14:textId="77777777" w:rsidR="00A43F98" w:rsidRDefault="00A43F98" w:rsidP="00A43F98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33A8E4FA" w14:textId="77777777" w:rsidR="00A43F98" w:rsidRDefault="00A43F98" w:rsidP="00A43F98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4FFA1C0A" w14:textId="77777777" w:rsidR="00A43F98" w:rsidRDefault="00A43F98" w:rsidP="00A43F98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693DA61B" w14:textId="77777777" w:rsidR="00A43F98" w:rsidRDefault="00A43F98" w:rsidP="00A43F98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74E54ED0" w14:textId="77777777" w:rsidR="00A43F98" w:rsidRDefault="00A43F98" w:rsidP="00A43F98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4D0A1005" w14:textId="77777777" w:rsidR="00A43F98" w:rsidRDefault="00A43F98" w:rsidP="00A43F98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4DDF4B13" w14:textId="77777777" w:rsidR="00A43F98" w:rsidRDefault="00A43F98" w:rsidP="00A43F98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389DB053" w14:textId="77777777" w:rsidR="00A43F98" w:rsidRDefault="00A43F98" w:rsidP="00A43F98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62313FDE" w14:textId="77777777" w:rsidR="00A43F98" w:rsidRDefault="00A43F98" w:rsidP="00A43F98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4ACF2F92" w14:textId="77777777" w:rsidR="00A43F98" w:rsidRDefault="00A43F98" w:rsidP="00A43F98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6196249B" w14:textId="77777777" w:rsidR="00A43F98" w:rsidRPr="00A43F98" w:rsidRDefault="00A43F98" w:rsidP="00A43F98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3D9AD5C1" w14:textId="04DEBA37" w:rsidR="004D5A42" w:rsidRPr="0097776D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7F3E87" w:rsidRPr="007F3E87">
        <w:rPr>
          <w:sz w:val="22"/>
        </w:rPr>
        <w:t xml:space="preserve">poszczególnych części przedmiotu zamówienia zgodnie, </w:t>
      </w:r>
      <w:r w:rsidR="00127DB9">
        <w:rPr>
          <w:sz w:val="22"/>
        </w:rPr>
        <w:br/>
      </w:r>
      <w:r w:rsidR="007F3E87" w:rsidRPr="007F3E87">
        <w:rPr>
          <w:sz w:val="22"/>
        </w:rPr>
        <w:t>ze Specyfikacją Warunków Zamówienia, stosując niżej wymienione stawki</w:t>
      </w:r>
      <w:r w:rsidRPr="0097776D">
        <w:rPr>
          <w:sz w:val="22"/>
        </w:rPr>
        <w:t>:</w:t>
      </w:r>
    </w:p>
    <w:p w14:paraId="78073170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tbl>
      <w:tblPr>
        <w:tblW w:w="86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75"/>
      </w:tblGrid>
      <w:tr w:rsidR="00C039FD" w:rsidRPr="007F3E87" w14:paraId="1D9D3A7F" w14:textId="77777777" w:rsidTr="00C039FD">
        <w:trPr>
          <w:trHeight w:val="704"/>
        </w:trPr>
        <w:tc>
          <w:tcPr>
            <w:tcW w:w="8675" w:type="dxa"/>
            <w:shd w:val="clear" w:color="auto" w:fill="auto"/>
            <w:vAlign w:val="center"/>
          </w:tcPr>
          <w:p w14:paraId="7DC22F4B" w14:textId="77777777" w:rsidR="00C039FD" w:rsidRPr="007F3E87" w:rsidRDefault="00C039FD" w:rsidP="007F3E87">
            <w:pPr>
              <w:jc w:val="center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Cena oferty</w:t>
            </w:r>
          </w:p>
        </w:tc>
      </w:tr>
      <w:tr w:rsidR="00C039FD" w:rsidRPr="007F3E87" w14:paraId="0563D9AF" w14:textId="77777777" w:rsidTr="00C039FD">
        <w:tc>
          <w:tcPr>
            <w:tcW w:w="8675" w:type="dxa"/>
            <w:shd w:val="clear" w:color="auto" w:fill="auto"/>
          </w:tcPr>
          <w:p w14:paraId="48F92BF2" w14:textId="6DCBF4BA" w:rsidR="00C039FD" w:rsidRPr="00A43F98" w:rsidRDefault="00A43F98" w:rsidP="00A43F98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A43F98">
              <w:rPr>
                <w:b/>
                <w:sz w:val="22"/>
                <w:szCs w:val="22"/>
              </w:rPr>
              <w:t>1.</w:t>
            </w:r>
            <w:r>
              <w:rPr>
                <w:b/>
                <w:sz w:val="22"/>
                <w:szCs w:val="22"/>
              </w:rPr>
              <w:t xml:space="preserve"> </w:t>
            </w:r>
            <w:r w:rsidR="00C039FD" w:rsidRPr="00A43F98">
              <w:rPr>
                <w:b/>
                <w:sz w:val="22"/>
                <w:szCs w:val="22"/>
              </w:rPr>
              <w:t xml:space="preserve">Temat: </w:t>
            </w:r>
            <w:r w:rsidRPr="00A43F98">
              <w:rPr>
                <w:b/>
                <w:sz w:val="22"/>
                <w:szCs w:val="22"/>
              </w:rPr>
              <w:t xml:space="preserve">Opracowanie kompletnej dokumentacji projektowo-kosztorysowej na budowę </w:t>
            </w:r>
            <w:r w:rsidRPr="00A43F98">
              <w:rPr>
                <w:b/>
                <w:sz w:val="22"/>
                <w:szCs w:val="22"/>
              </w:rPr>
              <w:br/>
            </w:r>
            <w:r w:rsidRPr="00A43F98">
              <w:rPr>
                <w:b/>
                <w:sz w:val="22"/>
                <w:szCs w:val="22"/>
              </w:rPr>
              <w:t>i przebudowę dróg w gminie Brześć Kujawski</w:t>
            </w:r>
            <w:r>
              <w:rPr>
                <w:b/>
                <w:sz w:val="22"/>
                <w:szCs w:val="22"/>
              </w:rPr>
              <w:t xml:space="preserve"> – część 1</w:t>
            </w:r>
          </w:p>
          <w:p w14:paraId="1A17AE38" w14:textId="5876FD77" w:rsidR="00C039FD" w:rsidRPr="007F3E87" w:rsidRDefault="00C039FD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cena (C) za wykonanie z</w:t>
            </w:r>
            <w:r>
              <w:rPr>
                <w:sz w:val="22"/>
                <w:szCs w:val="22"/>
              </w:rPr>
              <w:t>a</w:t>
            </w:r>
            <w:r w:rsidRPr="007F3E87">
              <w:rPr>
                <w:sz w:val="22"/>
                <w:szCs w:val="22"/>
              </w:rPr>
              <w:t>dania wynosi kwotę netto</w:t>
            </w:r>
          </w:p>
          <w:p w14:paraId="198362E1" w14:textId="77777777" w:rsidR="00C039FD" w:rsidRPr="007F3E87" w:rsidRDefault="00C039FD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6074FE9E" w14:textId="77777777" w:rsidR="00C039FD" w:rsidRPr="007F3E87" w:rsidRDefault="00C039FD" w:rsidP="00B12357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0358EC09" w14:textId="77777777" w:rsidR="00C039FD" w:rsidRPr="007F3E87" w:rsidRDefault="00C039FD" w:rsidP="00B12357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……….......... zł (słownie: ......................</w:t>
            </w:r>
            <w:r>
              <w:rPr>
                <w:sz w:val="22"/>
                <w:szCs w:val="22"/>
              </w:rPr>
              <w:t>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</w:tc>
      </w:tr>
      <w:tr w:rsidR="00A43F98" w:rsidRPr="007F3E87" w14:paraId="6C1CDAB2" w14:textId="77777777" w:rsidTr="00C039FD">
        <w:tc>
          <w:tcPr>
            <w:tcW w:w="8675" w:type="dxa"/>
            <w:shd w:val="clear" w:color="auto" w:fill="auto"/>
          </w:tcPr>
          <w:p w14:paraId="621BA3A7" w14:textId="06665064" w:rsidR="00A43F98" w:rsidRPr="00A43F98" w:rsidRDefault="00A43F98" w:rsidP="00A43F98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A43F98">
              <w:rPr>
                <w:b/>
                <w:sz w:val="22"/>
                <w:szCs w:val="22"/>
              </w:rPr>
              <w:t>1.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43F98">
              <w:rPr>
                <w:b/>
                <w:sz w:val="22"/>
                <w:szCs w:val="22"/>
              </w:rPr>
              <w:t xml:space="preserve">Temat: Opracowanie kompletnej dokumentacji projektowo-kosztorysowej na budowę </w:t>
            </w:r>
            <w:r w:rsidRPr="00A43F98">
              <w:rPr>
                <w:b/>
                <w:sz w:val="22"/>
                <w:szCs w:val="22"/>
              </w:rPr>
              <w:br/>
              <w:t>i przebudowę dróg w gminie Brześć Kujawski</w:t>
            </w:r>
            <w:r>
              <w:rPr>
                <w:b/>
                <w:sz w:val="22"/>
                <w:szCs w:val="22"/>
              </w:rPr>
              <w:t xml:space="preserve"> – część </w:t>
            </w:r>
            <w:r>
              <w:rPr>
                <w:b/>
                <w:sz w:val="22"/>
                <w:szCs w:val="22"/>
              </w:rPr>
              <w:t>2</w:t>
            </w:r>
          </w:p>
          <w:p w14:paraId="596216AE" w14:textId="77777777" w:rsidR="00A43F98" w:rsidRPr="007F3E87" w:rsidRDefault="00A43F98" w:rsidP="00A43F98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cena (C) za wykonanie z</w:t>
            </w:r>
            <w:r>
              <w:rPr>
                <w:sz w:val="22"/>
                <w:szCs w:val="22"/>
              </w:rPr>
              <w:t>a</w:t>
            </w:r>
            <w:r w:rsidRPr="007F3E87">
              <w:rPr>
                <w:sz w:val="22"/>
                <w:szCs w:val="22"/>
              </w:rPr>
              <w:t>dania wynosi kwotę netto</w:t>
            </w:r>
          </w:p>
          <w:p w14:paraId="230D0953" w14:textId="77777777" w:rsidR="00A43F98" w:rsidRPr="007F3E87" w:rsidRDefault="00A43F98" w:rsidP="00A43F98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462B6F26" w14:textId="77777777" w:rsidR="00A43F98" w:rsidRPr="007F3E87" w:rsidRDefault="00A43F98" w:rsidP="00A43F98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27867400" w14:textId="0B53CEEA" w:rsidR="00A43F98" w:rsidRPr="00A43F98" w:rsidRDefault="00A43F98" w:rsidP="00A43F98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……….......... zł (słownie: ......................</w:t>
            </w:r>
            <w:r>
              <w:rPr>
                <w:sz w:val="22"/>
                <w:szCs w:val="22"/>
              </w:rPr>
              <w:t>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</w:tc>
      </w:tr>
    </w:tbl>
    <w:p w14:paraId="62A2BBD4" w14:textId="6F84558A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180CA922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38C12D28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14:paraId="65EE2D06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7D4222AE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116D3BD0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D3975CE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0693EC5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7099EACC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BD18F24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6F5EA942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C44F9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ED6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927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41FBC250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03F37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5ECB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7B446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725A4B94" w14:textId="2DAD45CC" w:rsidR="00FF57EE" w:rsidRPr="00127DB9" w:rsidRDefault="00FF57EE" w:rsidP="002162BB">
      <w:pPr>
        <w:pStyle w:val="Akapitzlist"/>
        <w:spacing w:before="120" w:line="276" w:lineRule="auto"/>
        <w:ind w:left="644"/>
        <w:jc w:val="both"/>
        <w:rPr>
          <w:sz w:val="22"/>
          <w:highlight w:val="yellow"/>
        </w:rPr>
      </w:pPr>
    </w:p>
    <w:p w14:paraId="0D1268C6" w14:textId="77777777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164A3F16" w14:textId="77777777" w:rsidR="00FF57EE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lastRenderedPageBreak/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3962E996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22A7FAFB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215440B5" w14:textId="77777777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749A9">
        <w:rPr>
          <w:b/>
          <w:sz w:val="22"/>
          <w:szCs w:val="22"/>
          <w:u w:val="single"/>
        </w:rPr>
        <w:t>nie będzie</w:t>
      </w:r>
      <w:r w:rsidRPr="00C749A9">
        <w:rPr>
          <w:bCs/>
          <w:sz w:val="22"/>
          <w:szCs w:val="22"/>
          <w:u w:val="single"/>
        </w:rPr>
        <w:t xml:space="preserve"> </w:t>
      </w:r>
      <w:r w:rsidRPr="00C749A9">
        <w:rPr>
          <w:b/>
          <w:sz w:val="22"/>
          <w:szCs w:val="22"/>
          <w:u w:val="single"/>
        </w:rPr>
        <w:t>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</w:p>
    <w:p w14:paraId="38432B35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03DD66BA" w14:textId="7777777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05970A70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BA9235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87F4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C0F4F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281B8B0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6061F167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1D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5E3D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2589E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E710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5AFC47BA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6E58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0D94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BE26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8E45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1B5882EA" w14:textId="77777777" w:rsidR="00C90009" w:rsidRPr="00AF4AC3" w:rsidRDefault="00C90009" w:rsidP="00C90009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423F91DD" w14:textId="256B17B4" w:rsidR="007D475B" w:rsidRPr="00A43F98" w:rsidRDefault="00C90009" w:rsidP="00A43F98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PROSIMY</w:t>
      </w:r>
      <w:r w:rsidRPr="007D475B">
        <w:rPr>
          <w:sz w:val="22"/>
          <w:szCs w:val="22"/>
        </w:rPr>
        <w:t xml:space="preserve"> o zwrot pieniędzy wniesionych tytułem wadium na rachunek bankowy </w:t>
      </w:r>
      <w:r w:rsidR="00DD0902">
        <w:rPr>
          <w:sz w:val="22"/>
          <w:szCs w:val="22"/>
        </w:rPr>
        <w:br/>
      </w:r>
      <w:r w:rsidRPr="007D475B">
        <w:rPr>
          <w:sz w:val="22"/>
          <w:szCs w:val="22"/>
        </w:rPr>
        <w:t>o numerze:</w:t>
      </w:r>
      <w:r w:rsidRPr="007D475B">
        <w:rPr>
          <w:b/>
          <w:sz w:val="22"/>
          <w:szCs w:val="22"/>
        </w:rPr>
        <w:t>________________________________________</w:t>
      </w:r>
      <w:r>
        <w:rPr>
          <w:b/>
          <w:sz w:val="22"/>
          <w:szCs w:val="22"/>
        </w:rPr>
        <w:t xml:space="preserve">___________ </w:t>
      </w:r>
      <w:r w:rsidRPr="007D475B">
        <w:rPr>
          <w:sz w:val="22"/>
          <w:szCs w:val="22"/>
        </w:rPr>
        <w:t>prowadzony przez bank</w:t>
      </w:r>
      <w:r>
        <w:rPr>
          <w:b/>
          <w:sz w:val="22"/>
          <w:szCs w:val="22"/>
        </w:rPr>
        <w:t xml:space="preserve"> </w:t>
      </w:r>
      <w:r w:rsidRPr="007D475B">
        <w:rPr>
          <w:b/>
          <w:sz w:val="22"/>
          <w:szCs w:val="22"/>
        </w:rPr>
        <w:t>_______________________________________</w:t>
      </w:r>
      <w:r>
        <w:rPr>
          <w:rStyle w:val="Odwoanieprzypisudolnego"/>
          <w:b/>
          <w:sz w:val="22"/>
          <w:szCs w:val="22"/>
        </w:rPr>
        <w:footnoteReference w:id="4"/>
      </w:r>
      <w:r>
        <w:rPr>
          <w:b/>
          <w:sz w:val="22"/>
          <w:szCs w:val="22"/>
        </w:rPr>
        <w:t>.</w:t>
      </w:r>
    </w:p>
    <w:p w14:paraId="52EE9598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1BFB436A" w14:textId="77777777" w:rsidTr="00DC336F">
        <w:tc>
          <w:tcPr>
            <w:tcW w:w="2551" w:type="dxa"/>
            <w:shd w:val="clear" w:color="auto" w:fill="auto"/>
            <w:vAlign w:val="center"/>
          </w:tcPr>
          <w:p w14:paraId="25EDD40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2FEC6C1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2A0C5A70" w14:textId="77777777" w:rsidTr="00DC336F">
        <w:tc>
          <w:tcPr>
            <w:tcW w:w="2551" w:type="dxa"/>
            <w:shd w:val="clear" w:color="auto" w:fill="auto"/>
            <w:vAlign w:val="center"/>
          </w:tcPr>
          <w:p w14:paraId="1155EE8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14:paraId="28ADAE8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039CE757" w14:textId="77777777" w:rsidTr="00DC336F">
        <w:tc>
          <w:tcPr>
            <w:tcW w:w="2551" w:type="dxa"/>
            <w:shd w:val="clear" w:color="auto" w:fill="auto"/>
            <w:vAlign w:val="center"/>
          </w:tcPr>
          <w:p w14:paraId="36F650C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14:paraId="2285D72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C4448AA" w14:textId="77777777" w:rsidTr="00DC336F">
        <w:tc>
          <w:tcPr>
            <w:tcW w:w="2551" w:type="dxa"/>
            <w:shd w:val="clear" w:color="auto" w:fill="auto"/>
            <w:vAlign w:val="center"/>
          </w:tcPr>
          <w:p w14:paraId="3563B019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14:paraId="4C67917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22A471B5" w14:textId="77777777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19AAFF54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5011F36F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728415C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5BB4D2D2" w14:textId="2071E4FB" w:rsidR="00AF4AC3" w:rsidRPr="00A43F98" w:rsidRDefault="00EC608F" w:rsidP="00A43F98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4308B8E7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40AA3E00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5E1955CC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BC4F99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48318" w14:textId="77777777" w:rsidR="00EF222E" w:rsidRDefault="00EF222E" w:rsidP="00FF57EE">
      <w:r>
        <w:separator/>
      </w:r>
    </w:p>
  </w:endnote>
  <w:endnote w:type="continuationSeparator" w:id="0">
    <w:p w14:paraId="614B4660" w14:textId="77777777" w:rsidR="00EF222E" w:rsidRDefault="00EF222E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4ADEFF" w14:textId="77777777" w:rsidR="00EF222E" w:rsidRDefault="00EF222E" w:rsidP="00FF57EE">
      <w:r>
        <w:separator/>
      </w:r>
    </w:p>
  </w:footnote>
  <w:footnote w:type="continuationSeparator" w:id="0">
    <w:p w14:paraId="6FE47C93" w14:textId="77777777" w:rsidR="00EF222E" w:rsidRDefault="00EF222E" w:rsidP="00FF57EE">
      <w:r>
        <w:continuationSeparator/>
      </w:r>
    </w:p>
  </w:footnote>
  <w:footnote w:id="1">
    <w:p w14:paraId="22E58B0B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5B13E86E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25C8B016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1F17F397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4E8B926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14:paraId="1F13EA15" w14:textId="77777777" w:rsidR="00C90009" w:rsidRDefault="00C90009" w:rsidP="00C900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>
        <w:t>w pieniądzu.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95321" w14:textId="3A6323FE"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C90009">
      <w:rPr>
        <w:sz w:val="20"/>
        <w:szCs w:val="20"/>
      </w:rPr>
      <w:t>BI.II.271.</w:t>
    </w:r>
    <w:r w:rsidR="00A43F98">
      <w:rPr>
        <w:sz w:val="20"/>
        <w:szCs w:val="20"/>
      </w:rPr>
      <w:t>13</w:t>
    </w:r>
    <w:r w:rsidR="00C90009">
      <w:rPr>
        <w:sz w:val="20"/>
        <w:szCs w:val="20"/>
      </w:rPr>
      <w:t>.202</w:t>
    </w:r>
    <w:r w:rsidR="00E9614A">
      <w:rPr>
        <w:sz w:val="20"/>
        <w:szCs w:val="20"/>
      </w:rPr>
      <w:t>5</w:t>
    </w:r>
    <w:r w:rsidR="00C90009">
      <w:rPr>
        <w:sz w:val="20"/>
        <w:szCs w:val="20"/>
      </w:rPr>
      <w:t>.</w:t>
    </w:r>
    <w:r w:rsidR="00E9614A">
      <w:rPr>
        <w:sz w:val="20"/>
        <w:szCs w:val="20"/>
      </w:rPr>
      <w:t>NŻ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18320C"/>
    <w:multiLevelType w:val="hybridMultilevel"/>
    <w:tmpl w:val="E52209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47543325">
    <w:abstractNumId w:val="3"/>
  </w:num>
  <w:num w:numId="2" w16cid:durableId="192961466">
    <w:abstractNumId w:val="1"/>
  </w:num>
  <w:num w:numId="3" w16cid:durableId="1179277967">
    <w:abstractNumId w:val="2"/>
  </w:num>
  <w:num w:numId="4" w16cid:durableId="1831213661">
    <w:abstractNumId w:val="4"/>
  </w:num>
  <w:num w:numId="5" w16cid:durableId="778841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B57"/>
    <w:rsid w:val="00004F05"/>
    <w:rsid w:val="00075478"/>
    <w:rsid w:val="0008550C"/>
    <w:rsid w:val="001063D3"/>
    <w:rsid w:val="00111554"/>
    <w:rsid w:val="00112374"/>
    <w:rsid w:val="00127DB9"/>
    <w:rsid w:val="001C7D84"/>
    <w:rsid w:val="001E6AA2"/>
    <w:rsid w:val="002162BB"/>
    <w:rsid w:val="002214DB"/>
    <w:rsid w:val="0022685B"/>
    <w:rsid w:val="00267D1F"/>
    <w:rsid w:val="002715F4"/>
    <w:rsid w:val="00281EDE"/>
    <w:rsid w:val="00296771"/>
    <w:rsid w:val="00297F71"/>
    <w:rsid w:val="002E612D"/>
    <w:rsid w:val="003317EC"/>
    <w:rsid w:val="003A1B57"/>
    <w:rsid w:val="003B5AC8"/>
    <w:rsid w:val="003B769C"/>
    <w:rsid w:val="003C0F5E"/>
    <w:rsid w:val="003E106F"/>
    <w:rsid w:val="00484A7D"/>
    <w:rsid w:val="004D5A42"/>
    <w:rsid w:val="00520500"/>
    <w:rsid w:val="00525EFF"/>
    <w:rsid w:val="005564F9"/>
    <w:rsid w:val="005844F6"/>
    <w:rsid w:val="005F6F5F"/>
    <w:rsid w:val="00606EEE"/>
    <w:rsid w:val="006B63D6"/>
    <w:rsid w:val="006C250A"/>
    <w:rsid w:val="006C641D"/>
    <w:rsid w:val="006D09E0"/>
    <w:rsid w:val="00722959"/>
    <w:rsid w:val="00736CA8"/>
    <w:rsid w:val="00783E4A"/>
    <w:rsid w:val="007D475B"/>
    <w:rsid w:val="007E331F"/>
    <w:rsid w:val="007F3E87"/>
    <w:rsid w:val="00826C28"/>
    <w:rsid w:val="00830EC7"/>
    <w:rsid w:val="00874460"/>
    <w:rsid w:val="00883EF9"/>
    <w:rsid w:val="0091080E"/>
    <w:rsid w:val="009312B4"/>
    <w:rsid w:val="0097776D"/>
    <w:rsid w:val="00983D1D"/>
    <w:rsid w:val="009D75A8"/>
    <w:rsid w:val="00A15974"/>
    <w:rsid w:val="00A23973"/>
    <w:rsid w:val="00A43F98"/>
    <w:rsid w:val="00A50E18"/>
    <w:rsid w:val="00AA39D6"/>
    <w:rsid w:val="00AE2ACB"/>
    <w:rsid w:val="00AF4AC3"/>
    <w:rsid w:val="00B26387"/>
    <w:rsid w:val="00B47637"/>
    <w:rsid w:val="00B72B31"/>
    <w:rsid w:val="00B9086B"/>
    <w:rsid w:val="00BC4F99"/>
    <w:rsid w:val="00C039FD"/>
    <w:rsid w:val="00C0756C"/>
    <w:rsid w:val="00C22F7D"/>
    <w:rsid w:val="00C749A9"/>
    <w:rsid w:val="00C90009"/>
    <w:rsid w:val="00CB5A8F"/>
    <w:rsid w:val="00CE3AE6"/>
    <w:rsid w:val="00D554C7"/>
    <w:rsid w:val="00D5631A"/>
    <w:rsid w:val="00D837BA"/>
    <w:rsid w:val="00DC336F"/>
    <w:rsid w:val="00DD0902"/>
    <w:rsid w:val="00DE3D8A"/>
    <w:rsid w:val="00E14087"/>
    <w:rsid w:val="00E1735C"/>
    <w:rsid w:val="00E437EB"/>
    <w:rsid w:val="00E67F10"/>
    <w:rsid w:val="00E9614A"/>
    <w:rsid w:val="00EC608F"/>
    <w:rsid w:val="00ED4602"/>
    <w:rsid w:val="00EF222E"/>
    <w:rsid w:val="00F134D5"/>
    <w:rsid w:val="00F31EAC"/>
    <w:rsid w:val="00F609FC"/>
    <w:rsid w:val="00FE6FF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926F5"/>
  <w15:chartTrackingRefBased/>
  <w15:docId w15:val="{FE52BFD1-BD1E-4159-81AD-818777337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45</TotalTime>
  <Pages>3</Pages>
  <Words>688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20</cp:revision>
  <dcterms:created xsi:type="dcterms:W3CDTF">2023-06-02T07:52:00Z</dcterms:created>
  <dcterms:modified xsi:type="dcterms:W3CDTF">2025-04-16T06:28:00Z</dcterms:modified>
</cp:coreProperties>
</file>