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D9C0B" w14:textId="300783F1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EC663F">
        <w:rPr>
          <w:rFonts w:ascii="Times New Roman" w:hAnsi="Times New Roman"/>
          <w:b w:val="0"/>
          <w:bCs/>
          <w:sz w:val="24"/>
        </w:rPr>
        <w:t>4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6CBF95B9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F862CB">
        <w:rPr>
          <w:b/>
          <w:bCs/>
          <w:sz w:val="24"/>
          <w:szCs w:val="24"/>
        </w:rPr>
        <w:t>2</w:t>
      </w:r>
      <w:r w:rsidR="00B87DE3">
        <w:rPr>
          <w:b/>
          <w:bCs/>
          <w:sz w:val="24"/>
          <w:szCs w:val="24"/>
        </w:rPr>
        <w:t>9</w:t>
      </w:r>
      <w:r w:rsidR="00D54001" w:rsidRPr="00994C62">
        <w:rPr>
          <w:b/>
          <w:bCs/>
          <w:sz w:val="24"/>
          <w:szCs w:val="24"/>
        </w:rPr>
        <w:t>.202</w:t>
      </w:r>
      <w:r w:rsidR="00B87DE3">
        <w:rPr>
          <w:b/>
          <w:bCs/>
          <w:sz w:val="24"/>
          <w:szCs w:val="24"/>
        </w:rPr>
        <w:t>4</w:t>
      </w:r>
      <w:r w:rsidR="00D54001" w:rsidRPr="00994C62">
        <w:rPr>
          <w:b/>
          <w:bCs/>
          <w:sz w:val="24"/>
          <w:szCs w:val="24"/>
        </w:rPr>
        <w:t>.KO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4F4E72E0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</w:t>
      </w:r>
      <w:r w:rsidR="00EC663F">
        <w:t xml:space="preserve"> lub</w:t>
      </w:r>
      <w:r w:rsidRPr="00F83B51">
        <w:t xml:space="preserve"> kontrolę jakości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EEB4051" w14:textId="789D5A54" w:rsidR="00124BAA" w:rsidRPr="00124BAA" w:rsidRDefault="00B87DE3" w:rsidP="00124BAA">
      <w:pPr>
        <w:pStyle w:val="Tekstpodstawowy2"/>
        <w:jc w:val="center"/>
        <w:rPr>
          <w:b/>
          <w:bCs/>
          <w:i/>
          <w:iCs/>
        </w:rPr>
      </w:pPr>
      <w:r w:rsidRPr="00B87DE3">
        <w:rPr>
          <w:b/>
          <w:bCs/>
          <w:i/>
          <w:iCs/>
        </w:rPr>
        <w:t>Pełnienie wielobranżowego nadzoru inwestorskiego nad realizacją zadania: Budowa i przebudowa infrastruktury drogowej i technicznej w Brzeskiej Strefie Gospodarczej</w:t>
      </w:r>
    </w:p>
    <w:p w14:paraId="32C65E1F" w14:textId="7F15A0FA" w:rsidR="00124BAA" w:rsidRDefault="00124BAA" w:rsidP="00124BAA">
      <w:pPr>
        <w:pStyle w:val="Tekstpodstawowy2"/>
        <w:jc w:val="center"/>
      </w:pPr>
    </w:p>
    <w:p w14:paraId="7BCD8F3A" w14:textId="77777777" w:rsidR="00124BAA" w:rsidRDefault="00124BAA" w:rsidP="0060654D">
      <w:pPr>
        <w:pStyle w:val="Tekstpodstawowy2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8C597" w14:textId="77777777" w:rsidR="005562D5" w:rsidRDefault="005562D5">
      <w:r>
        <w:separator/>
      </w:r>
    </w:p>
  </w:endnote>
  <w:endnote w:type="continuationSeparator" w:id="0">
    <w:p w14:paraId="2E891D15" w14:textId="77777777" w:rsidR="005562D5" w:rsidRDefault="0055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1371F" w14:textId="77777777" w:rsidR="005562D5" w:rsidRDefault="005562D5">
      <w:r>
        <w:separator/>
      </w:r>
    </w:p>
  </w:footnote>
  <w:footnote w:type="continuationSeparator" w:id="0">
    <w:p w14:paraId="614C4E8C" w14:textId="77777777" w:rsidR="005562D5" w:rsidRDefault="0055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646E5"/>
    <w:rsid w:val="000722DA"/>
    <w:rsid w:val="00124A0F"/>
    <w:rsid w:val="00124BAA"/>
    <w:rsid w:val="00150D7E"/>
    <w:rsid w:val="001657FF"/>
    <w:rsid w:val="00167DCC"/>
    <w:rsid w:val="0017449A"/>
    <w:rsid w:val="001A13CA"/>
    <w:rsid w:val="001C053C"/>
    <w:rsid w:val="001E176B"/>
    <w:rsid w:val="001E28B8"/>
    <w:rsid w:val="0020140C"/>
    <w:rsid w:val="0023685F"/>
    <w:rsid w:val="00356AA0"/>
    <w:rsid w:val="00382DA1"/>
    <w:rsid w:val="003D53EF"/>
    <w:rsid w:val="00420A5C"/>
    <w:rsid w:val="0042405D"/>
    <w:rsid w:val="0045164C"/>
    <w:rsid w:val="004A241F"/>
    <w:rsid w:val="004E070D"/>
    <w:rsid w:val="00506E32"/>
    <w:rsid w:val="005562D5"/>
    <w:rsid w:val="0060654D"/>
    <w:rsid w:val="0062214D"/>
    <w:rsid w:val="006735FD"/>
    <w:rsid w:val="00674799"/>
    <w:rsid w:val="006A2B5D"/>
    <w:rsid w:val="006B238C"/>
    <w:rsid w:val="006F7BC2"/>
    <w:rsid w:val="007064BA"/>
    <w:rsid w:val="00756A1A"/>
    <w:rsid w:val="00771188"/>
    <w:rsid w:val="00821C80"/>
    <w:rsid w:val="008248D0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551AF"/>
    <w:rsid w:val="00B87DE3"/>
    <w:rsid w:val="00B95187"/>
    <w:rsid w:val="00C23EAF"/>
    <w:rsid w:val="00C43A01"/>
    <w:rsid w:val="00D17E7B"/>
    <w:rsid w:val="00D23D14"/>
    <w:rsid w:val="00D52F5E"/>
    <w:rsid w:val="00D54001"/>
    <w:rsid w:val="00D546A7"/>
    <w:rsid w:val="00D728F0"/>
    <w:rsid w:val="00E668E5"/>
    <w:rsid w:val="00E819CF"/>
    <w:rsid w:val="00EB68DB"/>
    <w:rsid w:val="00EC663F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14</cp:revision>
  <cp:lastPrinted>2021-05-11T13:54:00Z</cp:lastPrinted>
  <dcterms:created xsi:type="dcterms:W3CDTF">2021-09-07T14:00:00Z</dcterms:created>
  <dcterms:modified xsi:type="dcterms:W3CDTF">2024-11-07T10:43:00Z</dcterms:modified>
</cp:coreProperties>
</file>